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9338F" w14:textId="086D859C" w:rsidR="008F6065" w:rsidRDefault="008F6065">
      <w:r w:rsidRPr="008F6065">
        <w:t> </w:t>
      </w:r>
      <w:r w:rsidRPr="008F6065">
        <w:drawing>
          <wp:inline distT="0" distB="0" distL="0" distR="0" wp14:anchorId="50B40965" wp14:editId="329399AD">
            <wp:extent cx="5645150" cy="7315200"/>
            <wp:effectExtent l="0" t="0" r="0" b="0"/>
            <wp:docPr id="1870253242" name="Picture 2" descr="A person planting a tre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0253242" name="Picture 2" descr="A person planting a tre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0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F60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3"/>
  <w:proofState w:spelling="clean" w:grammar="clean"/>
  <w:revisionView w:insDel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065"/>
    <w:rsid w:val="008F6065"/>
    <w:rsid w:val="00CA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43E9AF"/>
  <w15:chartTrackingRefBased/>
  <w15:docId w15:val="{03BB534D-5BA2-419C-BD5C-21F22D102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F60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60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60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60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60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60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60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60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60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60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60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60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606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606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606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606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606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606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F60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60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60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F60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60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F606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F606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F606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60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606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606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B81A36B949A643AC3D625B2786FFCF" ma:contentTypeVersion="13" ma:contentTypeDescription="Create a new document." ma:contentTypeScope="" ma:versionID="a75b0441d95d582c2526cbf923b9b38e">
  <xsd:schema xmlns:xsd="http://www.w3.org/2001/XMLSchema" xmlns:xs="http://www.w3.org/2001/XMLSchema" xmlns:p="http://schemas.microsoft.com/office/2006/metadata/properties" xmlns:ns2="5888fc64-4fc7-4ce5-9021-c38539a81fbe" xmlns:ns3="7a12b634-940b-4d96-9c54-fcdcacdad810" targetNamespace="http://schemas.microsoft.com/office/2006/metadata/properties" ma:root="true" ma:fieldsID="fa61e826fe2ec073fb24331c393e8083" ns2:_="" ns3:_="">
    <xsd:import namespace="5888fc64-4fc7-4ce5-9021-c38539a81fbe"/>
    <xsd:import namespace="7a12b634-940b-4d96-9c54-fcdcacdad8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8fc64-4fc7-4ce5-9021-c38539a81f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d038b50-52dc-447d-ac2e-a29bd036c4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12b634-940b-4d96-9c54-fcdcacdad8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8fc64-4fc7-4ce5-9021-c38539a81fb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72A54DC-1960-41CD-8DBC-6FD3C3A0AC91}"/>
</file>

<file path=customXml/itemProps2.xml><?xml version="1.0" encoding="utf-8"?>
<ds:datastoreItem xmlns:ds="http://schemas.openxmlformats.org/officeDocument/2006/customXml" ds:itemID="{0A6743A5-5FB9-4805-B3DD-5ACF4770052F}"/>
</file>

<file path=customXml/itemProps3.xml><?xml version="1.0" encoding="utf-8"?>
<ds:datastoreItem xmlns:ds="http://schemas.openxmlformats.org/officeDocument/2006/customXml" ds:itemID="{F35A9EC4-655E-47C4-8787-1EFC9343D0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Davis Hamlin</dc:creator>
  <cp:keywords/>
  <dc:description/>
  <cp:lastModifiedBy>Mary Davis Hamlin</cp:lastModifiedBy>
  <cp:revision>2</cp:revision>
  <dcterms:created xsi:type="dcterms:W3CDTF">2024-09-24T20:19:00Z</dcterms:created>
  <dcterms:modified xsi:type="dcterms:W3CDTF">2024-09-24T20:19:00Z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0x0101005CB81A36B949A643AC3D625B2786FFCF</vt:lpwstr>
  </property>
</Properties>
</file>